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Добролюбова, ул. Партизанская, 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Мусинского</w:t>
            </w:r>
            <w:proofErr w:type="spellEnd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Ильича</w:t>
            </w:r>
          </w:p>
          <w:p w:rsid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Добролюбова, ул. Партизанская, 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>
        <w:rPr>
          <w:rFonts w:ascii="Times New Roman" w:hAnsi="Times New Roman"/>
          <w:b/>
          <w:sz w:val="28"/>
          <w:szCs w:val="28"/>
        </w:rPr>
        <w:t>Мусинского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ул. Ильича, 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подлежащей комплексному развитию, со схемой</w:t>
      </w:r>
      <w:proofErr w:type="gramEnd"/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189"/>
        <w:gridCol w:w="1843"/>
        <w:gridCol w:w="2126"/>
        <w:gridCol w:w="2029"/>
      </w:tblGrid>
      <w:tr w:rsidR="00C05D11" w:rsidTr="00C05D11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5D11" w:rsidRPr="00C05D11" w:rsidRDefault="00C05D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Добролюбова, ул. Партизанская, ул. </w:t>
            </w:r>
            <w:proofErr w:type="spellStart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Мусинского</w:t>
            </w:r>
            <w:proofErr w:type="spellEnd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Ильича, подлежащей комплексному развитию</w:t>
            </w:r>
          </w:p>
        </w:tc>
      </w:tr>
      <w:tr w:rsidR="00C05D11" w:rsidTr="00C05D11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657289.36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2522092.49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72°27.8'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154.72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657335.98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2522240.02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161°54.8'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53.60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657285.03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2522256.66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161°55.3'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657208.75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2522281.56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212°46.5'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657204.37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2522278.74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229°27.4'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657202.30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2522276.32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253°40.4'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49.76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657188.31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2522228.56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253°14.7'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39.48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657176.93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2522190.76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252°42.2'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59.33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657159.29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2522134.11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343°02.8'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657191.01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2522124.44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72°21.9'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657193.48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2522132.21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72°24.3'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49.82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657208.54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2522179.70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341°40.4'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36.70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657243.38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2522168.16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345°04.1'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657243.53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2522168.12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72°48.1'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657243.79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2522168.96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342°47.2'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657251.44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2522166.59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252°49.2'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</w:tr>
      <w:tr w:rsidR="00C05D11" w:rsidTr="00675A1F">
        <w:trPr>
          <w:trHeight w:val="284"/>
          <w:jc w:val="center"/>
        </w:trPr>
        <w:tc>
          <w:tcPr>
            <w:tcW w:w="850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657249.52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2522160.38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270°00.0'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657249.52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2522160.09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342°16.9'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tcBorders>
              <w:left w:val="nil"/>
              <w:bottom w:val="nil"/>
              <w:right w:val="nil"/>
            </w:tcBorders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657253.37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2522158.86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252°14.5'</w:t>
            </w:r>
          </w:p>
        </w:tc>
        <w:tc>
          <w:tcPr>
            <w:tcW w:w="2029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657240.07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2522117.33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251°25.9'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8.13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657237.48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2522109.62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341°43.7'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54.64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657289.36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2522092.49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657226.51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2522179.27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71°42.5'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34.00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657237.18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2522211.55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161°37.0'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45.00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657194.48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2522225.74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251°37.4'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33.97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657183.77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2522193.50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341°35.1'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45.05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657226.51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2522179.27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pStyle w:val="ConsPlusNormal"/>
        <w:jc w:val="both"/>
      </w:pPr>
    </w:p>
    <w:p w:rsidR="00C05D11" w:rsidRDefault="00C05D11" w:rsidP="00C05D11">
      <w:pPr>
        <w:pStyle w:val="ConsPlusNormal"/>
        <w:jc w:val="both"/>
      </w:pPr>
    </w:p>
    <w:p w:rsidR="00C05D11" w:rsidRDefault="00C05D11" w:rsidP="00C05D11">
      <w:pPr>
        <w:jc w:val="center"/>
        <w:rPr>
          <w:rFonts w:ascii="Times New Roman" w:hAnsi="Times New Roman"/>
        </w:rPr>
      </w:pPr>
      <w:r>
        <w:t>____________</w:t>
      </w:r>
    </w:p>
    <w:p w:rsidR="00C05D11" w:rsidRPr="00C05D11" w:rsidRDefault="00C05D11" w:rsidP="00C05D11">
      <w:pPr>
        <w:rPr>
          <w:rFonts w:ascii="Times New Roman" w:hAnsi="Times New Roman"/>
        </w:rPr>
      </w:pPr>
    </w:p>
    <w:p w:rsidR="00C05D11" w:rsidRPr="00C05D11" w:rsidRDefault="00C05D11" w:rsidP="00C05D11">
      <w:pPr>
        <w:rPr>
          <w:rFonts w:ascii="Times New Roman" w:hAnsi="Times New Roman"/>
        </w:rPr>
      </w:pPr>
    </w:p>
    <w:p w:rsidR="00C05D11" w:rsidRDefault="00C05D11" w:rsidP="00C05D11">
      <w:pPr>
        <w:rPr>
          <w:rFonts w:ascii="Times New Roman" w:hAnsi="Times New Roman"/>
        </w:rPr>
      </w:pPr>
    </w:p>
    <w:p w:rsidR="00E442FF" w:rsidRDefault="00C05D11" w:rsidP="00C05D11">
      <w:pPr>
        <w:tabs>
          <w:tab w:val="left" w:pos="398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ул. Добролюбова, </w:t>
            </w: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Партизанская,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Мусинского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C05D11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Ильича,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подлежащей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комплексному развитию</w:t>
            </w:r>
          </w:p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712797">
        <w:trPr>
          <w:trHeight w:val="1062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712797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E21136" wp14:editId="4EBB4A70">
                  <wp:extent cx="5486400" cy="6829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682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C33F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5F2485"/>
    <w:rsid w:val="00712797"/>
    <w:rsid w:val="00C05D11"/>
    <w:rsid w:val="00C33F99"/>
    <w:rsid w:val="00E442FF"/>
    <w:rsid w:val="00E8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2024-11-01T11:27:00Z</cp:lastPrinted>
  <dcterms:created xsi:type="dcterms:W3CDTF">2024-10-31T06:24:00Z</dcterms:created>
  <dcterms:modified xsi:type="dcterms:W3CDTF">2024-11-01T11:27:00Z</dcterms:modified>
</cp:coreProperties>
</file>